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6B42221C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F434B6">
        <w:rPr>
          <w:rFonts w:ascii="Arial" w:hAnsi="Arial" w:cs="Arial"/>
          <w:b/>
          <w:sz w:val="20"/>
          <w:szCs w:val="20"/>
        </w:rPr>
        <w:t>PIM/04/25/ZO15/2024-384</w:t>
      </w:r>
    </w:p>
    <w:p w14:paraId="7E59E0E3" w14:textId="77777777" w:rsidR="001A2AE0" w:rsidRPr="00C02051" w:rsidRDefault="001A2AE0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5AF6364A" w14:textId="77777777" w:rsidR="003539A3" w:rsidRPr="00C02051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265ED373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5C6BB7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7674867F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2AE0" w:rsidRPr="001A2AE0">
        <w:rPr>
          <w:rFonts w:ascii="Arial" w:hAnsi="Arial" w:cs="Arial"/>
          <w:b/>
          <w:sz w:val="20"/>
          <w:szCs w:val="20"/>
        </w:rPr>
        <w:t xml:space="preserve">„Opracowanie dokumentacji projektowej dla Modernizacji Pomnika Armii Poznań wraz z otoczeniem”, nr referencyjny </w:t>
      </w:r>
      <w:r w:rsidR="00F434B6">
        <w:rPr>
          <w:rFonts w:ascii="Arial" w:hAnsi="Arial" w:cs="Arial"/>
          <w:b/>
          <w:sz w:val="20"/>
          <w:szCs w:val="20"/>
        </w:rPr>
        <w:t>PIM/04/25/ZO15/2024-384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3E69BF0E" w14:textId="3926CF04" w:rsidR="001A2AE0" w:rsidRPr="001A2AE0" w:rsidRDefault="001A2AE0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6.</w:t>
      </w:r>
      <w:r w:rsidRPr="001A2AE0">
        <w:rPr>
          <w:rFonts w:ascii="Arial" w:hAnsi="Arial" w:cs="Arial"/>
          <w:sz w:val="20"/>
          <w:szCs w:val="20"/>
        </w:rPr>
        <w:t xml:space="preserve"> Oświadczam, że  na czas realizacji będę dysponować osobami koniecznymi do wykonania zamówienia, w tym w szczególności posiadającymi uprawnienia budowlane do projektowania bez ograniczeń w zakresie branż: architektonicznej, elektrycznej, sanitarnej, telekomunikacyjnej, drogowej, a także osobą </w:t>
      </w:r>
      <w:r w:rsidRPr="001A2AE0">
        <w:rPr>
          <w:rFonts w:ascii="Arial" w:hAnsi="Arial" w:cs="Arial"/>
          <w:sz w:val="20"/>
          <w:szCs w:val="20"/>
        </w:rPr>
        <w:lastRenderedPageBreak/>
        <w:t>posiadającą doświadczenie w zakresie projektowania i inwentaryzacji terenów zielonych na obszarze miasta oraz osobą posiadającą uprawnienia w zakresie prowadzenia robót budowlanych przy zabytkach nieruchomych zgodne z ustawą o ochronie zabytków i opiece nad zabytkami.</w:t>
      </w:r>
    </w:p>
    <w:p w14:paraId="26290828" w14:textId="083C9F53" w:rsidR="00170316" w:rsidRPr="001A2AE0" w:rsidRDefault="00986911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="00B1424A" w:rsidRPr="001A2AE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B11815" w14:textId="3E70D17D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921839A" w14:textId="77777777" w:rsidR="007B7E40" w:rsidRDefault="007B7E40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36FE094" w14:textId="06076EA7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2CAAD2" w14:textId="5AA2364B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C09CCB1" w14:textId="77777777" w:rsidR="00C02051" w:rsidRP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6B1BC14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AA5CF1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DC1FF0D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9A3B5E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0196E4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E1431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3F422D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A787E4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29CD3C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885A36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27EB01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6B6329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C0814A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0D082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0FC2ED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6002F5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3743795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7C45D3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BBBDFE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AE5819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8AD4003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EF16EAC" w14:textId="38BCC056" w:rsidR="00986911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F434B6">
        <w:rPr>
          <w:rFonts w:ascii="Arial" w:hAnsi="Arial" w:cs="Arial"/>
          <w:b/>
          <w:sz w:val="20"/>
          <w:szCs w:val="20"/>
        </w:rPr>
        <w:t>PIM/04/25/ZO15/2024-384</w:t>
      </w:r>
    </w:p>
    <w:p w14:paraId="43B4861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843"/>
        <w:gridCol w:w="1772"/>
        <w:gridCol w:w="4040"/>
        <w:gridCol w:w="1342"/>
      </w:tblGrid>
      <w:tr w:rsidR="000701BC" w:rsidRPr="00C02051" w14:paraId="4C1FF350" w14:textId="77777777" w:rsidTr="0055320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4040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55320B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3CDC3778" w14:textId="37224819" w:rsidR="000701BC" w:rsidRPr="00C02051" w:rsidRDefault="007F1B73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7F1B73">
              <w:rPr>
                <w:rFonts w:cs="Arial"/>
                <w:b/>
                <w:bCs/>
                <w:color w:val="000000"/>
                <w:lang w:eastAsia="pl-PL"/>
              </w:rPr>
              <w:t xml:space="preserve">Koordynator prac projektowych </w:t>
            </w:r>
          </w:p>
          <w:p w14:paraId="6748C125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72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5DAA2B1C" w14:textId="2C587369" w:rsidR="00185F03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58505CC2" w14:textId="1E03619C" w:rsidR="007F1B73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02C45D11" w14:textId="1BB3634B" w:rsidR="007F1B73" w:rsidRPr="00C02051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6444AEC1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39F11D4C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0C14689E" w14:textId="4355716E" w:rsidR="000701BC" w:rsidRPr="00F434B6" w:rsidRDefault="00185F03" w:rsidP="00F434B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55320B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843" w:type="dxa"/>
          </w:tcPr>
          <w:p w14:paraId="17C74955" w14:textId="5ECAAE1B" w:rsidR="00AA049C" w:rsidRPr="007F1B73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konstrukcyjno- budowlanej</w:t>
            </w:r>
          </w:p>
        </w:tc>
        <w:tc>
          <w:tcPr>
            <w:tcW w:w="1772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043AFF91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666AFEA4" w14:textId="77777777" w:rsidR="00AA049C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31B7D6C9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74B7A480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442EA747" w14:textId="77777777" w:rsidR="00AA049C" w:rsidRPr="00C02051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00D92D41" w14:textId="04DF0EF4" w:rsidR="00AA049C" w:rsidRPr="00F434B6" w:rsidRDefault="00AA049C" w:rsidP="00F434B6">
            <w:pPr>
              <w:pStyle w:val="Tekstpodstawowy20"/>
              <w:keepLines w:val="0"/>
              <w:numPr>
                <w:ilvl w:val="0"/>
                <w:numId w:val="24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1493795E" w14:textId="77777777" w:rsidTr="0055320B">
        <w:trPr>
          <w:trHeight w:val="676"/>
        </w:trPr>
        <w:tc>
          <w:tcPr>
            <w:tcW w:w="420" w:type="dxa"/>
          </w:tcPr>
          <w:p w14:paraId="6559CFAE" w14:textId="3F335682" w:rsidR="00AA049C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843" w:type="dxa"/>
          </w:tcPr>
          <w:p w14:paraId="41814391" w14:textId="0E24F2A6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zieleni</w:t>
            </w:r>
          </w:p>
        </w:tc>
        <w:tc>
          <w:tcPr>
            <w:tcW w:w="1772" w:type="dxa"/>
          </w:tcPr>
          <w:p w14:paraId="1709E719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3BC7C4FC" w14:textId="71AA4613" w:rsidR="00F434B6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Wyksztalcenie</w:t>
            </w:r>
            <w:r w:rsidRPr="00C02051">
              <w:rPr>
                <w:rFonts w:cs="Arial"/>
                <w:bCs/>
                <w:lang w:eastAsia="pl-PL"/>
              </w:rPr>
              <w:t>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79DCB955" w14:textId="77777777" w:rsidR="00F434B6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23BEDE27" w14:textId="74FF3FC4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</w:t>
            </w:r>
          </w:p>
          <w:p w14:paraId="6C5D43C6" w14:textId="77777777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50FDF951" w14:textId="77777777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71F36041" w14:textId="78699673" w:rsidR="00AA049C" w:rsidRPr="00C02051" w:rsidRDefault="00F434B6" w:rsidP="00F434B6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20C083F8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06685000" w14:textId="77777777" w:rsidTr="0055320B">
        <w:trPr>
          <w:trHeight w:val="676"/>
        </w:trPr>
        <w:tc>
          <w:tcPr>
            <w:tcW w:w="420" w:type="dxa"/>
          </w:tcPr>
          <w:p w14:paraId="3DDEF5A5" w14:textId="0D22470A" w:rsidR="00AA049C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843" w:type="dxa"/>
          </w:tcPr>
          <w:p w14:paraId="2D828353" w14:textId="22121260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sanitarnej</w:t>
            </w:r>
          </w:p>
        </w:tc>
        <w:tc>
          <w:tcPr>
            <w:tcW w:w="1772" w:type="dxa"/>
          </w:tcPr>
          <w:p w14:paraId="02F4CC77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4551441E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Uprawnienia:    ………………….</w:t>
            </w:r>
          </w:p>
          <w:p w14:paraId="59AF10EF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2C297917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Posiada: ……….. miesięczne doświadczenie w projektowaniu</w:t>
            </w:r>
          </w:p>
          <w:p w14:paraId="4E17402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6D04AEA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 doświadczenie :</w:t>
            </w:r>
          </w:p>
          <w:p w14:paraId="0454A562" w14:textId="2CF2E084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1.</w:t>
            </w:r>
            <w:r w:rsidRPr="00AA049C">
              <w:rPr>
                <w:rFonts w:cs="Arial"/>
                <w:bCs/>
                <w:lang w:eastAsia="pl-PL"/>
              </w:rPr>
              <w:tab/>
              <w:t>…</w:t>
            </w:r>
          </w:p>
        </w:tc>
        <w:tc>
          <w:tcPr>
            <w:tcW w:w="1342" w:type="dxa"/>
          </w:tcPr>
          <w:p w14:paraId="3E596444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49C7493E" w14:textId="759D9F9F" w:rsidR="00AA049C" w:rsidRPr="00AA049C" w:rsidRDefault="00AA049C" w:rsidP="00AA049C">
      <w:pPr>
        <w:pStyle w:val="Default"/>
        <w:spacing w:before="1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Na czas realizacji będę / będziemy dysponować wszystkimi osobami koniecznymi do wykonania zamówienia, w tym w szczególności posiadającymi uprawnienia budowlane do projektowania bez ograniczeń w zakresie branż: elektrycznej, telekomunikacyjnej, drogowej oraz osobą posiadającą uprawnienia w </w:t>
      </w: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zakresie prowadzenia robót budowlanych przy zabytkach nieruchomych zgodne z ustawą o ochronie zabytków i opiece nad zabytkami.</w:t>
      </w:r>
    </w:p>
    <w:p w14:paraId="5BF94703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5261A55" w:rsidR="000701BC" w:rsidRPr="00C02051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D952741" w14:textId="77777777" w:rsidR="001A2AE0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B64C7AE" w14:textId="77777777" w:rsidR="001A2AE0" w:rsidRPr="00C02051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1FE97286"/>
    <w:multiLevelType w:val="hybridMultilevel"/>
    <w:tmpl w:val="F71CAF80"/>
    <w:lvl w:ilvl="0" w:tplc="51A6BC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8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3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0"/>
  </w:num>
  <w:num w:numId="3" w16cid:durableId="1679313525">
    <w:abstractNumId w:val="21"/>
  </w:num>
  <w:num w:numId="4" w16cid:durableId="97171387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4"/>
  </w:num>
  <w:num w:numId="8" w16cid:durableId="1769540766">
    <w:abstractNumId w:val="11"/>
  </w:num>
  <w:num w:numId="9" w16cid:durableId="30035849">
    <w:abstractNumId w:val="12"/>
  </w:num>
  <w:num w:numId="10" w16cid:durableId="711613315">
    <w:abstractNumId w:val="20"/>
  </w:num>
  <w:num w:numId="11" w16cid:durableId="1726486034">
    <w:abstractNumId w:val="3"/>
  </w:num>
  <w:num w:numId="12" w16cid:durableId="194083486">
    <w:abstractNumId w:val="7"/>
  </w:num>
  <w:num w:numId="13" w16cid:durableId="1796677301">
    <w:abstractNumId w:val="13"/>
  </w:num>
  <w:num w:numId="14" w16cid:durableId="1888830027">
    <w:abstractNumId w:val="17"/>
  </w:num>
  <w:num w:numId="15" w16cid:durableId="35738813">
    <w:abstractNumId w:val="4"/>
  </w:num>
  <w:num w:numId="16" w16cid:durableId="616521226">
    <w:abstractNumId w:val="22"/>
  </w:num>
  <w:num w:numId="17" w16cid:durableId="1354917185">
    <w:abstractNumId w:val="6"/>
  </w:num>
  <w:num w:numId="18" w16cid:durableId="1010446430">
    <w:abstractNumId w:val="15"/>
  </w:num>
  <w:num w:numId="19" w16cid:durableId="1418020644">
    <w:abstractNumId w:val="23"/>
  </w:num>
  <w:num w:numId="20" w16cid:durableId="1311209616">
    <w:abstractNumId w:val="24"/>
  </w:num>
  <w:num w:numId="21" w16cid:durableId="1670676191">
    <w:abstractNumId w:val="16"/>
  </w:num>
  <w:num w:numId="22" w16cid:durableId="704595383">
    <w:abstractNumId w:val="18"/>
  </w:num>
  <w:num w:numId="23" w16cid:durableId="807821025">
    <w:abstractNumId w:val="5"/>
  </w:num>
  <w:num w:numId="24" w16cid:durableId="2121220149">
    <w:abstractNumId w:val="9"/>
  </w:num>
  <w:num w:numId="25" w16cid:durableId="20556147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429D8"/>
    <w:rsid w:val="006713F5"/>
    <w:rsid w:val="00690A02"/>
    <w:rsid w:val="006A1AA0"/>
    <w:rsid w:val="00730674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953C5F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D43B9"/>
    <w:rsid w:val="00B1424A"/>
    <w:rsid w:val="00B51068"/>
    <w:rsid w:val="00B51DA6"/>
    <w:rsid w:val="00B6424A"/>
    <w:rsid w:val="00B85177"/>
    <w:rsid w:val="00B91B9F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434B6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80</cp:revision>
  <cp:lastPrinted>2020-02-26T14:22:00Z</cp:lastPrinted>
  <dcterms:created xsi:type="dcterms:W3CDTF">2016-03-03T07:10:00Z</dcterms:created>
  <dcterms:modified xsi:type="dcterms:W3CDTF">2025-04-16T13:01:00Z</dcterms:modified>
</cp:coreProperties>
</file>